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7F9814A7" w:rsidR="000205B8" w:rsidRPr="000205B8" w:rsidRDefault="00993D20" w:rsidP="000205B8">
      <w:pPr>
        <w:pStyle w:val="TITREBLEU"/>
        <w:jc w:val="center"/>
        <w:rPr>
          <w:sz w:val="44"/>
          <w:szCs w:val="44"/>
        </w:rPr>
      </w:pPr>
      <w:r>
        <w:rPr>
          <w:sz w:val="44"/>
          <w:szCs w:val="44"/>
        </w:rPr>
        <w:t>Séparation des réseaux electrique, gaz et eau du bâtiment de la cci oise à beauvais</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332A65FF" w:rsidR="000205B8" w:rsidRPr="00993D20" w:rsidRDefault="00993D20" w:rsidP="000205B8">
      <w:pPr>
        <w:spacing w:after="0"/>
        <w:jc w:val="center"/>
        <w:rPr>
          <w:rFonts w:ascii="Calibri" w:eastAsia="Calibri" w:hAnsi="Calibri" w:cs="Arial"/>
          <w:b/>
          <w:bCs/>
          <w:i/>
          <w:iCs/>
          <w:caps/>
          <w:color w:val="0058A5"/>
          <w:sz w:val="44"/>
          <w:szCs w:val="44"/>
        </w:rPr>
      </w:pPr>
      <w:r w:rsidRPr="00993D20">
        <w:rPr>
          <w:rFonts w:ascii="Calibri" w:eastAsia="Calibri" w:hAnsi="Calibri" w:cs="Arial"/>
          <w:b/>
          <w:bCs/>
          <w:i/>
          <w:iCs/>
          <w:caps/>
          <w:color w:val="0058A5"/>
          <w:sz w:val="44"/>
          <w:szCs w:val="44"/>
        </w:rPr>
        <w:t>Lot 1 : Electricité</w:t>
      </w: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394DC9B5"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993D20">
        <w:rPr>
          <w:rFonts w:asciiTheme="majorHAnsi" w:eastAsia="Calibri" w:hAnsiTheme="majorHAnsi" w:cstheme="majorHAnsi"/>
          <w:color w:val="auto"/>
          <w:sz w:val="28"/>
          <w:szCs w:val="28"/>
        </w:rPr>
        <w:t xml:space="preserve"> CCIR-OISE-2025-60</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0D01D167" w:rsidR="003E29C0" w:rsidRDefault="003E29C0" w:rsidP="00D74033">
      <w:pPr>
        <w:autoSpaceDE w:val="0"/>
        <w:autoSpaceDN w:val="0"/>
        <w:adjustRightInd w:val="0"/>
        <w:spacing w:after="0" w:line="240" w:lineRule="auto"/>
        <w:jc w:val="both"/>
        <w:rPr>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993D20">
        <w:rPr>
          <w:rStyle w:val="SOUSTITREBLEU"/>
          <w:rFonts w:asciiTheme="majorHAnsi" w:hAnsiTheme="majorHAnsi" w:cstheme="majorHAnsi"/>
          <w:color w:val="auto"/>
          <w:sz w:val="20"/>
          <w:szCs w:val="20"/>
        </w:rPr>
        <w:t xml:space="preserve"> des travaux </w:t>
      </w:r>
      <w:r w:rsidR="00993D20">
        <w:rPr>
          <w:sz w:val="20"/>
          <w:szCs w:val="20"/>
        </w:rPr>
        <w:t>de séparation des réseaux Electricité – Eau – Gaz de l’Hôtel Consulaire de la CCI Oise à Beauvais pour rendre le bâtiment CCI indépendant vis-à-vis du bâtiment attenant qui appartient à un autre propriétaire situé 18 rue d’Allonne, 60000 Beauvais.</w:t>
      </w:r>
    </w:p>
    <w:p w14:paraId="1F2D6A5B" w14:textId="77777777" w:rsidR="00993D20" w:rsidRDefault="00993D20" w:rsidP="00D74033">
      <w:pPr>
        <w:autoSpaceDE w:val="0"/>
        <w:autoSpaceDN w:val="0"/>
        <w:adjustRightInd w:val="0"/>
        <w:spacing w:after="0" w:line="240" w:lineRule="auto"/>
        <w:jc w:val="both"/>
        <w:rPr>
          <w:sz w:val="20"/>
          <w:szCs w:val="20"/>
        </w:rPr>
      </w:pPr>
    </w:p>
    <w:p w14:paraId="76D6551E" w14:textId="2C046628" w:rsidR="00993D20" w:rsidRDefault="00993D20" w:rsidP="00D74033">
      <w:pPr>
        <w:autoSpaceDE w:val="0"/>
        <w:autoSpaceDN w:val="0"/>
        <w:adjustRightInd w:val="0"/>
        <w:spacing w:after="0" w:line="240" w:lineRule="auto"/>
        <w:jc w:val="both"/>
        <w:rPr>
          <w:sz w:val="20"/>
          <w:szCs w:val="20"/>
        </w:rPr>
      </w:pPr>
      <w:r>
        <w:rPr>
          <w:sz w:val="20"/>
          <w:szCs w:val="20"/>
        </w:rPr>
        <w:t xml:space="preserve">Le présent acte d’engagement est relatif au lot 1 – Electricité. Le détail des prestations figure dans le CCTP propre au lot 1 – Electricité. </w:t>
      </w:r>
    </w:p>
    <w:p w14:paraId="230B1B9D" w14:textId="77777777" w:rsidR="00993D20" w:rsidRDefault="00993D20" w:rsidP="00D74033">
      <w:pPr>
        <w:autoSpaceDE w:val="0"/>
        <w:autoSpaceDN w:val="0"/>
        <w:adjustRightInd w:val="0"/>
        <w:spacing w:after="0" w:line="240" w:lineRule="auto"/>
        <w:jc w:val="both"/>
        <w:rPr>
          <w:sz w:val="20"/>
          <w:szCs w:val="20"/>
        </w:rPr>
      </w:pPr>
    </w:p>
    <w:p w14:paraId="3413D22F" w14:textId="299E333B" w:rsidR="00993D20" w:rsidRPr="003E29C0" w:rsidRDefault="00993D2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sz w:val="20"/>
          <w:szCs w:val="20"/>
        </w:rPr>
        <w:t xml:space="preserve">L’attention du titulaire est alertée sur le fait que les travaux interviendront en site occupé et que le maintien et la continuité du service public hébergé constituent une obligation pour le titulaire.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25C82D1D" w14:textId="77777777" w:rsidR="00A71257" w:rsidRPr="00A71257" w:rsidRDefault="00A71257"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12B11320"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w:t>
      </w:r>
      <w:r w:rsidR="008107DB">
        <w:rPr>
          <w:rFonts w:cstheme="minorHAnsi"/>
          <w:color w:val="auto"/>
          <w:sz w:val="20"/>
          <w:szCs w:val="20"/>
        </w:rPr>
        <w:t>i</w:t>
      </w:r>
      <w:r w:rsidRPr="00A71257">
        <w:rPr>
          <w:rFonts w:cstheme="minorHAnsi"/>
          <w:color w:val="auto"/>
          <w:sz w:val="20"/>
          <w:szCs w:val="20"/>
        </w:rPr>
        <w:t>ative du candidat ne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5D8D46D1" w14:textId="4FC77A50" w:rsidR="003E29C0" w:rsidRDefault="00A17952"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Les prestations du présent contrat sont composées comme suit en quatre (4) lots : </w:t>
      </w:r>
    </w:p>
    <w:p w14:paraId="15644CA8" w14:textId="77777777" w:rsidR="00A17952" w:rsidRDefault="00A17952"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24DB836F" w14:textId="515D846A" w:rsidR="00A17952" w:rsidRDefault="00A17952" w:rsidP="00A17952">
      <w:pPr>
        <w:pStyle w:val="Paragraphedeliste"/>
        <w:numPr>
          <w:ilvl w:val="0"/>
          <w:numId w:val="3"/>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n°1 : Electricité</w:t>
      </w:r>
    </w:p>
    <w:p w14:paraId="22A648BF" w14:textId="78744ADD" w:rsidR="00A17952" w:rsidRDefault="00A17952" w:rsidP="00A17952">
      <w:pPr>
        <w:pStyle w:val="Paragraphedeliste"/>
        <w:numPr>
          <w:ilvl w:val="0"/>
          <w:numId w:val="3"/>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n°2 : Gros œuvre</w:t>
      </w:r>
    </w:p>
    <w:p w14:paraId="58E48876" w14:textId="544E293E" w:rsidR="00A17952" w:rsidRDefault="00A17952" w:rsidP="00A17952">
      <w:pPr>
        <w:pStyle w:val="Paragraphedeliste"/>
        <w:numPr>
          <w:ilvl w:val="0"/>
          <w:numId w:val="3"/>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lastRenderedPageBreak/>
        <w:t>Lot n°3 : Plomberie</w:t>
      </w:r>
    </w:p>
    <w:p w14:paraId="785DAB0D" w14:textId="202F5EA2" w:rsidR="00A17952" w:rsidRPr="00A71257" w:rsidRDefault="00A17952" w:rsidP="00A17952">
      <w:pPr>
        <w:pStyle w:val="Paragraphedeliste"/>
        <w:numPr>
          <w:ilvl w:val="0"/>
          <w:numId w:val="3"/>
        </w:numPr>
        <w:spacing w:after="0" w:line="240" w:lineRule="auto"/>
        <w:ind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Lot n°4 : VRD</w:t>
      </w:r>
    </w:p>
    <w:p w14:paraId="0FE2B185" w14:textId="7CAF2C0D" w:rsidR="003E29C0" w:rsidRDefault="00A17952" w:rsidP="00D74033">
      <w:pPr>
        <w:spacing w:after="0" w:line="280" w:lineRule="exact"/>
        <w:ind w:right="-323"/>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forme retenue pour l’exécution contractuelle est un marché simple. </w:t>
      </w:r>
    </w:p>
    <w:p w14:paraId="3245663A" w14:textId="77777777" w:rsidR="00A17952" w:rsidRPr="003E29C0" w:rsidRDefault="00A17952" w:rsidP="00D74033">
      <w:pPr>
        <w:spacing w:after="0" w:line="280" w:lineRule="exact"/>
        <w:ind w:right="-323"/>
        <w:jc w:val="both"/>
        <w:rPr>
          <w:rFonts w:asciiTheme="majorHAnsi" w:hAnsiTheme="majorHAnsi" w:cstheme="majorHAnsi"/>
          <w:color w:val="auto"/>
          <w:sz w:val="20"/>
          <w:szCs w:val="20"/>
        </w:rPr>
      </w:pPr>
    </w:p>
    <w:p w14:paraId="06C0FCE2" w14:textId="77777777" w:rsidR="003E29C0" w:rsidRDefault="003E29C0" w:rsidP="00D74033">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17946D6C" w14:textId="048C0E38" w:rsidR="00A17952" w:rsidRPr="00A17952" w:rsidRDefault="00A17952" w:rsidP="003E29C0">
      <w:pPr>
        <w:jc w:val="both"/>
        <w:rPr>
          <w:b/>
          <w:color w:val="00B0F0"/>
          <w:sz w:val="24"/>
          <w:szCs w:val="24"/>
        </w:rPr>
      </w:pPr>
      <w:r>
        <w:rPr>
          <w:bCs/>
          <w:color w:val="00B0F0"/>
          <w:sz w:val="24"/>
          <w:szCs w:val="24"/>
        </w:rPr>
        <w:br/>
      </w:r>
      <w:r w:rsidRPr="00A17952">
        <w:rPr>
          <w:b/>
          <w:color w:val="00B0F0"/>
          <w:sz w:val="24"/>
          <w:szCs w:val="24"/>
        </w:rPr>
        <w:t>4.1. Durée du contrat</w:t>
      </w:r>
    </w:p>
    <w:p w14:paraId="68E918CC" w14:textId="74C39F82" w:rsidR="003E29C0" w:rsidRDefault="00A17952" w:rsidP="003E29C0">
      <w:pPr>
        <w:spacing w:after="0" w:line="240" w:lineRule="auto"/>
        <w:rPr>
          <w:rFonts w:asciiTheme="majorHAnsi" w:eastAsia="Times New Roman" w:hAnsiTheme="majorHAnsi" w:cstheme="majorHAnsi"/>
          <w:color w:val="auto"/>
          <w:sz w:val="20"/>
          <w:szCs w:val="20"/>
          <w:lang w:eastAsia="zh-CN"/>
        </w:rPr>
      </w:pPr>
      <w:r>
        <w:rPr>
          <w:rFonts w:asciiTheme="majorHAnsi" w:eastAsia="Times New Roman" w:hAnsiTheme="majorHAnsi" w:cstheme="majorHAnsi"/>
          <w:color w:val="auto"/>
          <w:sz w:val="20"/>
          <w:szCs w:val="20"/>
          <w:lang w:eastAsia="zh-CN"/>
        </w:rPr>
        <w:t xml:space="preserve">Le marché est conclu pour une durée de vingt-quatre (24) mois consécutifs à compter de sa notification, sans qu’aucune reconduction ne soit prévue. </w:t>
      </w:r>
    </w:p>
    <w:p w14:paraId="0340B279" w14:textId="77777777" w:rsidR="00A17952" w:rsidRDefault="00A17952" w:rsidP="003E29C0">
      <w:pPr>
        <w:spacing w:after="0" w:line="240" w:lineRule="auto"/>
        <w:rPr>
          <w:rFonts w:asciiTheme="majorHAnsi" w:eastAsia="Times New Roman" w:hAnsiTheme="majorHAnsi" w:cstheme="majorHAnsi"/>
          <w:color w:val="auto"/>
          <w:sz w:val="20"/>
          <w:szCs w:val="20"/>
          <w:lang w:eastAsia="zh-CN"/>
        </w:rPr>
      </w:pPr>
    </w:p>
    <w:p w14:paraId="28443594" w14:textId="0D57F739" w:rsidR="00A17952" w:rsidRPr="00A17952" w:rsidRDefault="00A17952" w:rsidP="003E29C0">
      <w:pPr>
        <w:spacing w:after="0" w:line="240" w:lineRule="auto"/>
        <w:rPr>
          <w:b/>
          <w:color w:val="00B0F0"/>
          <w:sz w:val="24"/>
          <w:szCs w:val="24"/>
        </w:rPr>
      </w:pPr>
      <w:r w:rsidRPr="00A17952">
        <w:rPr>
          <w:b/>
          <w:color w:val="00B0F0"/>
          <w:sz w:val="24"/>
          <w:szCs w:val="24"/>
        </w:rPr>
        <w:t>4.2. Période de préparation</w:t>
      </w:r>
    </w:p>
    <w:p w14:paraId="502B9210" w14:textId="77777777" w:rsidR="00A17952" w:rsidRDefault="00A17952" w:rsidP="003E29C0">
      <w:pPr>
        <w:spacing w:after="0" w:line="240" w:lineRule="auto"/>
        <w:rPr>
          <w:rFonts w:asciiTheme="majorHAnsi" w:eastAsia="Times New Roman" w:hAnsiTheme="majorHAnsi" w:cstheme="majorHAnsi"/>
          <w:color w:val="auto"/>
          <w:sz w:val="20"/>
          <w:szCs w:val="20"/>
          <w:lang w:eastAsia="zh-CN"/>
        </w:rPr>
      </w:pPr>
    </w:p>
    <w:p w14:paraId="15D81823" w14:textId="77777777" w:rsidR="00A17952" w:rsidRDefault="00A17952" w:rsidP="00A17952">
      <w:pPr>
        <w:pStyle w:val="Sous-titrecyan"/>
        <w:jc w:val="both"/>
        <w:rPr>
          <w:rFonts w:asciiTheme="minorHAnsi" w:eastAsiaTheme="minorHAnsi" w:hAnsiTheme="minorHAnsi" w:cstheme="minorBidi"/>
          <w:color w:val="262626" w:themeColor="text1" w:themeShade="80"/>
          <w:sz w:val="20"/>
          <w:szCs w:val="20"/>
        </w:rPr>
      </w:pPr>
      <w:r>
        <w:rPr>
          <w:rFonts w:asciiTheme="minorHAnsi" w:eastAsiaTheme="minorHAnsi" w:hAnsiTheme="minorHAnsi" w:cstheme="minorBidi"/>
          <w:color w:val="262626" w:themeColor="text1" w:themeShade="80"/>
          <w:sz w:val="20"/>
          <w:szCs w:val="20"/>
        </w:rPr>
        <w:t xml:space="preserve">Pour l’ensemble des lots et par dérogation à l’article 28.1 du CCAG-TX, la durée de préparation est fixée à trois (3) semaines. </w:t>
      </w:r>
    </w:p>
    <w:p w14:paraId="1E22BEB9" w14:textId="77777777" w:rsidR="00A17952" w:rsidRDefault="00A17952" w:rsidP="00A17952">
      <w:pPr>
        <w:pStyle w:val="Sous-titrecyan"/>
        <w:jc w:val="both"/>
        <w:rPr>
          <w:rFonts w:asciiTheme="minorHAnsi" w:eastAsiaTheme="minorHAnsi" w:hAnsiTheme="minorHAnsi" w:cstheme="minorBidi"/>
          <w:color w:val="262626" w:themeColor="text1" w:themeShade="80"/>
          <w:sz w:val="20"/>
          <w:szCs w:val="20"/>
        </w:rPr>
      </w:pPr>
    </w:p>
    <w:p w14:paraId="35FB880A" w14:textId="77777777" w:rsidR="00A17952" w:rsidRDefault="00A17952" w:rsidP="00A17952">
      <w:pPr>
        <w:pStyle w:val="Sous-titrecyan"/>
        <w:jc w:val="both"/>
        <w:rPr>
          <w:rFonts w:asciiTheme="minorHAnsi" w:eastAsiaTheme="minorHAnsi" w:hAnsiTheme="minorHAnsi" w:cstheme="minorBidi"/>
          <w:color w:val="262626" w:themeColor="text1" w:themeShade="80"/>
          <w:sz w:val="20"/>
          <w:szCs w:val="20"/>
        </w:rPr>
      </w:pPr>
      <w:r w:rsidRPr="00B0629F">
        <w:rPr>
          <w:rFonts w:asciiTheme="minorHAnsi" w:eastAsiaTheme="minorHAnsi" w:hAnsiTheme="minorHAnsi" w:cstheme="minorBidi"/>
          <w:color w:val="262626" w:themeColor="text1" w:themeShade="80"/>
          <w:sz w:val="20"/>
          <w:szCs w:val="20"/>
        </w:rPr>
        <w:t xml:space="preserve">La période de préparation est </w:t>
      </w:r>
      <w:r w:rsidRPr="001B2046">
        <w:rPr>
          <w:rFonts w:asciiTheme="minorHAnsi" w:eastAsiaTheme="minorHAnsi" w:hAnsiTheme="minorHAnsi" w:cstheme="minorBidi"/>
          <w:color w:val="262626" w:themeColor="text1" w:themeShade="80"/>
          <w:sz w:val="20"/>
          <w:szCs w:val="20"/>
        </w:rPr>
        <w:t>non comprise</w:t>
      </w:r>
      <w:r w:rsidRPr="00B0629F">
        <w:rPr>
          <w:rFonts w:asciiTheme="minorHAnsi" w:eastAsiaTheme="minorHAnsi" w:hAnsiTheme="minorHAnsi" w:cstheme="minorBidi"/>
          <w:color w:val="262626" w:themeColor="text1" w:themeShade="80"/>
          <w:sz w:val="20"/>
          <w:szCs w:val="20"/>
        </w:rPr>
        <w:t xml:space="preserve"> dans le délai d'exécution des travaux</w:t>
      </w:r>
      <w:r>
        <w:rPr>
          <w:rFonts w:asciiTheme="minorHAnsi" w:eastAsiaTheme="minorHAnsi" w:hAnsiTheme="minorHAnsi" w:cstheme="minorBidi"/>
          <w:color w:val="262626" w:themeColor="text1" w:themeShade="80"/>
          <w:sz w:val="20"/>
          <w:szCs w:val="20"/>
        </w:rPr>
        <w:t>,</w:t>
      </w:r>
      <w:r w:rsidRPr="00B0629F">
        <w:rPr>
          <w:rFonts w:asciiTheme="minorHAnsi" w:eastAsiaTheme="minorHAnsi" w:hAnsiTheme="minorHAnsi" w:cstheme="minorBidi"/>
          <w:color w:val="262626" w:themeColor="text1" w:themeShade="80"/>
          <w:sz w:val="20"/>
          <w:szCs w:val="20"/>
        </w:rPr>
        <w:t xml:space="preserve"> par dérogation à l’article 28.1 du CCAG-TX.</w:t>
      </w:r>
    </w:p>
    <w:p w14:paraId="0D9EB064" w14:textId="77777777" w:rsidR="00A17952" w:rsidRPr="00B0629F" w:rsidRDefault="00A17952" w:rsidP="00A17952">
      <w:pPr>
        <w:pStyle w:val="Sous-titrecyan"/>
        <w:jc w:val="both"/>
        <w:rPr>
          <w:rFonts w:asciiTheme="minorHAnsi" w:eastAsiaTheme="minorHAnsi" w:hAnsiTheme="minorHAnsi" w:cstheme="minorBidi"/>
          <w:color w:val="262626" w:themeColor="text1" w:themeShade="80"/>
          <w:sz w:val="20"/>
          <w:szCs w:val="20"/>
        </w:rPr>
      </w:pPr>
    </w:p>
    <w:p w14:paraId="1BE1AE1E" w14:textId="77777777" w:rsidR="00A17952" w:rsidRDefault="00A17952" w:rsidP="00A17952">
      <w:pPr>
        <w:pStyle w:val="Sous-titrecyan"/>
        <w:jc w:val="both"/>
        <w:rPr>
          <w:rFonts w:asciiTheme="minorHAnsi" w:eastAsiaTheme="minorHAnsi" w:hAnsiTheme="minorHAnsi" w:cstheme="minorBidi"/>
          <w:color w:val="262626" w:themeColor="text1" w:themeShade="80"/>
          <w:sz w:val="20"/>
          <w:szCs w:val="20"/>
        </w:rPr>
      </w:pPr>
      <w:r w:rsidRPr="00B0629F">
        <w:rPr>
          <w:rFonts w:asciiTheme="minorHAnsi" w:eastAsiaTheme="minorHAnsi" w:hAnsiTheme="minorHAnsi" w:cstheme="minorBidi"/>
          <w:color w:val="262626" w:themeColor="text1" w:themeShade="80"/>
          <w:sz w:val="20"/>
          <w:szCs w:val="20"/>
        </w:rPr>
        <w:t xml:space="preserve">La période de préparation démarre </w:t>
      </w:r>
      <w:r w:rsidRPr="008979A7">
        <w:rPr>
          <w:rFonts w:asciiTheme="minorHAnsi" w:eastAsiaTheme="minorHAnsi" w:hAnsiTheme="minorHAnsi" w:cstheme="minorBidi"/>
          <w:color w:val="262626" w:themeColor="text1" w:themeShade="80"/>
          <w:sz w:val="20"/>
          <w:szCs w:val="20"/>
        </w:rPr>
        <w:t>à la date fixée à l'ordre de service qui prescrit de la commencer</w:t>
      </w:r>
      <w:r w:rsidRPr="00B0629F">
        <w:rPr>
          <w:rFonts w:asciiTheme="minorHAnsi" w:eastAsiaTheme="minorHAnsi" w:hAnsiTheme="minorHAnsi" w:cstheme="minorBidi"/>
          <w:color w:val="262626" w:themeColor="text1" w:themeShade="80"/>
          <w:sz w:val="20"/>
          <w:szCs w:val="20"/>
        </w:rPr>
        <w:t>.</w:t>
      </w:r>
    </w:p>
    <w:p w14:paraId="1EF75193" w14:textId="77777777" w:rsidR="00A17952" w:rsidRDefault="00A17952" w:rsidP="003E29C0">
      <w:pPr>
        <w:spacing w:after="0" w:line="240" w:lineRule="auto"/>
        <w:rPr>
          <w:rFonts w:asciiTheme="majorHAnsi" w:eastAsia="Times New Roman" w:hAnsiTheme="majorHAnsi" w:cstheme="majorHAnsi"/>
          <w:color w:val="auto"/>
          <w:sz w:val="20"/>
          <w:szCs w:val="20"/>
          <w:lang w:eastAsia="zh-CN"/>
        </w:rPr>
      </w:pPr>
    </w:p>
    <w:p w14:paraId="5F2A52E7" w14:textId="4EDCC532" w:rsidR="00A17952" w:rsidRDefault="00A17952" w:rsidP="003E29C0">
      <w:pPr>
        <w:spacing w:after="0" w:line="240" w:lineRule="auto"/>
        <w:rPr>
          <w:rFonts w:asciiTheme="majorHAnsi" w:eastAsia="Times New Roman" w:hAnsiTheme="majorHAnsi" w:cstheme="majorHAnsi"/>
          <w:color w:val="auto"/>
          <w:sz w:val="20"/>
          <w:szCs w:val="20"/>
          <w:lang w:eastAsia="zh-CN"/>
        </w:rPr>
      </w:pPr>
      <w:r w:rsidRPr="00A17952">
        <w:rPr>
          <w:b/>
          <w:color w:val="00B0F0"/>
          <w:sz w:val="24"/>
          <w:szCs w:val="24"/>
        </w:rPr>
        <w:t>4.3. Délais d’exécution des travaux</w:t>
      </w:r>
    </w:p>
    <w:p w14:paraId="277998B2" w14:textId="2E6D5D30" w:rsidR="00A17952" w:rsidRDefault="00A17952" w:rsidP="00A17952">
      <w:pPr>
        <w:spacing w:after="120"/>
        <w:jc w:val="both"/>
        <w:rPr>
          <w:szCs w:val="20"/>
        </w:rPr>
      </w:pPr>
      <w:r>
        <w:rPr>
          <w:szCs w:val="20"/>
        </w:rPr>
        <w:br/>
      </w:r>
      <w:r w:rsidRPr="00A17952">
        <w:rPr>
          <w:sz w:val="20"/>
          <w:szCs w:val="20"/>
        </w:rPr>
        <w:t>Pour le lot n°1 « Electricité », le délai maximum d’exécution des travaux est de six (6) mois maximums à compter de la date fixée par l’ordre de service.</w:t>
      </w:r>
      <w:r>
        <w:rPr>
          <w:szCs w:val="20"/>
        </w:rPr>
        <w:t xml:space="preserve"> </w:t>
      </w:r>
    </w:p>
    <w:p w14:paraId="3002BD2D" w14:textId="77777777" w:rsidR="00A17952" w:rsidRDefault="00A17952" w:rsidP="00A17952">
      <w:pPr>
        <w:pStyle w:val="Standard"/>
        <w:rPr>
          <w:i w:val="0"/>
          <w:iCs w:val="0"/>
        </w:rPr>
      </w:pPr>
      <w:r w:rsidRPr="003E45BA">
        <w:rPr>
          <w:i w:val="0"/>
          <w:iCs w:val="0"/>
        </w:rPr>
        <w:t xml:space="preserve">Etant rappelé que, pour l’ensemble des lots, ces délais constituent des maximums impératifs. En effet, un sous critère de la valeur technique prévoit la possibilité pour les opérateurs économiques de proposer une optimisation de ce délai. Le cas échéant, une mise au point </w:t>
      </w:r>
      <w:r>
        <w:rPr>
          <w:i w:val="0"/>
          <w:iCs w:val="0"/>
        </w:rPr>
        <w:t>a été</w:t>
      </w:r>
      <w:r w:rsidRPr="003E45BA">
        <w:rPr>
          <w:i w:val="0"/>
          <w:iCs w:val="0"/>
        </w:rPr>
        <w:t xml:space="preserve"> réalisée avec le titulaire pour formaliser son engagement sur le délai d’exécution optimisé. Le délai optimisé a, dès lors, valeur contractuelle.</w:t>
      </w:r>
    </w:p>
    <w:p w14:paraId="74203891" w14:textId="77777777" w:rsidR="00A17952" w:rsidRDefault="00A17952" w:rsidP="00A17952">
      <w:pPr>
        <w:pStyle w:val="Standard"/>
        <w:rPr>
          <w:i w:val="0"/>
          <w:iCs w:val="0"/>
        </w:rPr>
      </w:pPr>
    </w:p>
    <w:p w14:paraId="13270EFC" w14:textId="77777777" w:rsidR="00A17952" w:rsidRDefault="00A17952" w:rsidP="00A17952">
      <w:pPr>
        <w:pStyle w:val="Standard"/>
        <w:rPr>
          <w:i w:val="0"/>
          <w:iCs w:val="0"/>
        </w:rPr>
      </w:pPr>
      <w:r w:rsidRPr="001B2046">
        <w:rPr>
          <w:i w:val="0"/>
          <w:iCs w:val="0"/>
        </w:rPr>
        <w:t>Les congés payés sont compris dans le délai d’exécution mais pas les intempéries. Cela s’applique à tous les lots.</w:t>
      </w:r>
    </w:p>
    <w:p w14:paraId="5C769A35" w14:textId="77777777" w:rsidR="00A17952" w:rsidRDefault="00A17952" w:rsidP="00A17952">
      <w:pPr>
        <w:pStyle w:val="Standard"/>
        <w:rPr>
          <w:i w:val="0"/>
          <w:iCs w:val="0"/>
        </w:rPr>
      </w:pPr>
    </w:p>
    <w:p w14:paraId="4D06DA17" w14:textId="77777777" w:rsidR="00A17952" w:rsidRDefault="00A17952" w:rsidP="00A17952">
      <w:pPr>
        <w:pStyle w:val="Standard"/>
        <w:rPr>
          <w:i w:val="0"/>
          <w:iCs w:val="0"/>
        </w:rPr>
      </w:pPr>
      <w:r>
        <w:rPr>
          <w:i w:val="0"/>
          <w:iCs w:val="0"/>
        </w:rPr>
        <w:t xml:space="preserve">Au cours du chantier et avec l’accord du titulaire, le maitre d’œuvre peut modifier le calendrier détaillé d’exécution dans la limite du délai du marché. Il est alors notifié par ordre de service au titulaire. </w:t>
      </w:r>
    </w:p>
    <w:p w14:paraId="58F56C4B" w14:textId="77777777" w:rsidR="00A17952" w:rsidRPr="003E29C0" w:rsidRDefault="00A17952" w:rsidP="003E29C0">
      <w:pPr>
        <w:spacing w:after="0" w:line="240" w:lineRule="auto"/>
        <w:rPr>
          <w:rFonts w:asciiTheme="majorHAnsi" w:eastAsia="Times New Roman" w:hAnsiTheme="majorHAnsi" w:cstheme="majorHAnsi"/>
          <w:color w:val="auto"/>
          <w:sz w:val="20"/>
          <w:szCs w:val="20"/>
          <w:lang w:eastAsia="zh-CN"/>
        </w:rPr>
      </w:pPr>
    </w:p>
    <w:p w14:paraId="51693D6C" w14:textId="7CDB4E5C"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r w:rsidR="00A17952">
        <w:rPr>
          <w:rFonts w:asciiTheme="majorHAnsi" w:hAnsiTheme="majorHAnsi" w:cstheme="majorHAnsi"/>
          <w:b/>
          <w:color w:val="0058A5"/>
          <w:sz w:val="28"/>
          <w:szCs w:val="28"/>
        </w:rPr>
        <w:t>Durée du contrat</w:t>
      </w:r>
    </w:p>
    <w:p w14:paraId="4D6646FA" w14:textId="1DE39FBB" w:rsidR="003E29C0" w:rsidRPr="003E29C0" w:rsidRDefault="00A17952"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003E29C0"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67BDD07D" w14:textId="77777777" w:rsid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201D859E" w14:textId="77777777" w:rsidR="00475F6F" w:rsidRDefault="00475F6F" w:rsidP="003E29C0">
      <w:pPr>
        <w:tabs>
          <w:tab w:val="left" w:pos="720"/>
        </w:tabs>
        <w:spacing w:line="240" w:lineRule="auto"/>
        <w:jc w:val="both"/>
        <w:rPr>
          <w:rFonts w:asciiTheme="majorHAnsi" w:hAnsiTheme="majorHAnsi" w:cstheme="majorHAnsi"/>
          <w:color w:val="auto"/>
          <w:sz w:val="20"/>
          <w:szCs w:val="20"/>
        </w:rPr>
      </w:pPr>
    </w:p>
    <w:p w14:paraId="1F2CB022" w14:textId="77777777" w:rsidR="00475F6F" w:rsidRDefault="00475F6F" w:rsidP="003E29C0">
      <w:pPr>
        <w:tabs>
          <w:tab w:val="left" w:pos="720"/>
        </w:tabs>
        <w:spacing w:line="240" w:lineRule="auto"/>
        <w:jc w:val="both"/>
        <w:rPr>
          <w:rFonts w:asciiTheme="majorHAnsi" w:hAnsiTheme="majorHAnsi" w:cstheme="majorHAnsi"/>
          <w:color w:val="auto"/>
          <w:sz w:val="20"/>
          <w:szCs w:val="20"/>
        </w:rPr>
      </w:pPr>
    </w:p>
    <w:p w14:paraId="60C0C819" w14:textId="77777777" w:rsidR="00475F6F" w:rsidRPr="003E29C0" w:rsidRDefault="00475F6F" w:rsidP="003E29C0">
      <w:pPr>
        <w:tabs>
          <w:tab w:val="left" w:pos="720"/>
        </w:tabs>
        <w:spacing w:line="240" w:lineRule="auto"/>
        <w:jc w:val="both"/>
        <w:rPr>
          <w:rFonts w:asciiTheme="majorHAnsi" w:hAnsiTheme="majorHAnsi" w:cstheme="majorHAnsi"/>
          <w:color w:val="auto"/>
          <w:sz w:val="20"/>
          <w:szCs w:val="20"/>
        </w:rPr>
      </w:pPr>
    </w:p>
    <w:p w14:paraId="721F768A" w14:textId="255E2CD9"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 xml:space="preserve">ARTICLE 6. </w:t>
      </w:r>
      <w:r w:rsidR="00A17952">
        <w:rPr>
          <w:rFonts w:asciiTheme="majorHAnsi" w:hAnsiTheme="majorHAnsi" w:cstheme="majorHAnsi"/>
          <w:b/>
          <w:color w:val="0058A5"/>
          <w:sz w:val="28"/>
          <w:szCs w:val="28"/>
        </w:rPr>
        <w:t>MONTANT DU MARCHE</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1E0F70" w14:textId="1372F1D7" w:rsidR="003E29C0" w:rsidRPr="003E29C0" w:rsidRDefault="00A17952"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Pr>
          <w:rStyle w:val="lev"/>
          <w:rFonts w:asciiTheme="majorHAnsi" w:hAnsiTheme="majorHAnsi" w:cstheme="majorHAnsi"/>
          <w:color w:val="auto"/>
          <w:sz w:val="20"/>
          <w:szCs w:val="20"/>
        </w:rPr>
        <w:t>Le mo</w:t>
      </w:r>
      <w:r w:rsidR="00E63F90">
        <w:rPr>
          <w:rStyle w:val="lev"/>
          <w:rFonts w:asciiTheme="majorHAnsi" w:hAnsiTheme="majorHAnsi" w:cstheme="majorHAnsi"/>
          <w:color w:val="auto"/>
          <w:sz w:val="20"/>
          <w:szCs w:val="20"/>
        </w:rPr>
        <w:t>n</w:t>
      </w:r>
      <w:r>
        <w:rPr>
          <w:rStyle w:val="lev"/>
          <w:rFonts w:asciiTheme="majorHAnsi" w:hAnsiTheme="majorHAnsi" w:cstheme="majorHAnsi"/>
          <w:color w:val="auto"/>
          <w:sz w:val="20"/>
          <w:szCs w:val="20"/>
        </w:rPr>
        <w:t>tant total, tel qu’il résulte de la décomposition du prix global et forfaitaire est défini comme suit</w:t>
      </w:r>
      <w:r w:rsidR="003E29C0" w:rsidRPr="003E29C0">
        <w:rPr>
          <w:rStyle w:val="lev"/>
          <w:rFonts w:asciiTheme="majorHAnsi" w:hAnsiTheme="majorHAnsi" w:cstheme="majorHAnsi"/>
          <w:color w:val="auto"/>
          <w:sz w:val="20"/>
          <w:szCs w:val="20"/>
        </w:rPr>
        <w:t> :</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104C08B3"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sidR="00A17952">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hors TVA</w:t>
            </w:r>
            <w:r w:rsidR="00A17952">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4804778D"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w:t>
            </w:r>
            <w:r w:rsidR="00A17952">
              <w:rPr>
                <w:rStyle w:val="lev"/>
                <w:rFonts w:asciiTheme="majorHAnsi" w:eastAsia="Calibri" w:hAnsiTheme="majorHAnsi" w:cstheme="majorHAnsi"/>
                <w:color w:val="auto"/>
                <w:sz w:val="20"/>
                <w:lang w:eastAsia="en-US"/>
              </w:rPr>
              <w:t xml:space="preserve"> global et forfaitaire</w:t>
            </w:r>
            <w:r w:rsidRPr="003E29C0">
              <w:rPr>
                <w:rStyle w:val="lev"/>
                <w:rFonts w:asciiTheme="majorHAnsi" w:eastAsia="Calibri" w:hAnsiTheme="majorHAnsi" w:cstheme="majorHAnsi"/>
                <w:color w:val="auto"/>
                <w:sz w:val="20"/>
                <w:lang w:eastAsia="en-US"/>
              </w:rPr>
              <w:t xml:space="preserve"> TTC</w:t>
            </w:r>
            <w:r w:rsidR="00A17952">
              <w:rPr>
                <w:rStyle w:val="lev"/>
                <w:rFonts w:asciiTheme="majorHAnsi" w:eastAsia="Calibri" w:hAnsiTheme="majorHAnsi" w:cstheme="majorHAnsi"/>
                <w:color w:val="auto"/>
                <w:sz w:val="20"/>
                <w:lang w:eastAsia="en-US"/>
              </w:rPr>
              <w:t xml:space="preserve"> issu de la DPGF</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6E6B2B92"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sectPr w:rsid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33972"/>
    <w:multiLevelType w:val="hybridMultilevel"/>
    <w:tmpl w:val="283A890E"/>
    <w:lvl w:ilvl="0" w:tplc="CB086B8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2"/>
  </w:num>
  <w:num w:numId="2" w16cid:durableId="744883781">
    <w:abstractNumId w:val="0"/>
  </w:num>
  <w:num w:numId="3" w16cid:durableId="76129447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A161A"/>
    <w:rsid w:val="000E79DF"/>
    <w:rsid w:val="001439A6"/>
    <w:rsid w:val="001467F2"/>
    <w:rsid w:val="001C73A7"/>
    <w:rsid w:val="001E5B0F"/>
    <w:rsid w:val="00201BDF"/>
    <w:rsid w:val="002130CD"/>
    <w:rsid w:val="0021335B"/>
    <w:rsid w:val="00216D5E"/>
    <w:rsid w:val="002433FC"/>
    <w:rsid w:val="00261C1D"/>
    <w:rsid w:val="002734B3"/>
    <w:rsid w:val="00277778"/>
    <w:rsid w:val="002A4C69"/>
    <w:rsid w:val="002C6146"/>
    <w:rsid w:val="002E7FC2"/>
    <w:rsid w:val="003019F5"/>
    <w:rsid w:val="0036338C"/>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75F6F"/>
    <w:rsid w:val="004821A1"/>
    <w:rsid w:val="004F2B93"/>
    <w:rsid w:val="005110E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E20DD"/>
    <w:rsid w:val="00720CFF"/>
    <w:rsid w:val="00725CE2"/>
    <w:rsid w:val="00752F76"/>
    <w:rsid w:val="0075543A"/>
    <w:rsid w:val="007565BE"/>
    <w:rsid w:val="00772044"/>
    <w:rsid w:val="007B1494"/>
    <w:rsid w:val="007F62BE"/>
    <w:rsid w:val="00807159"/>
    <w:rsid w:val="008107DB"/>
    <w:rsid w:val="00812F12"/>
    <w:rsid w:val="00821D4E"/>
    <w:rsid w:val="00850617"/>
    <w:rsid w:val="00852580"/>
    <w:rsid w:val="008762F8"/>
    <w:rsid w:val="008769E8"/>
    <w:rsid w:val="00882674"/>
    <w:rsid w:val="00895818"/>
    <w:rsid w:val="0090390D"/>
    <w:rsid w:val="00952CC2"/>
    <w:rsid w:val="00993D20"/>
    <w:rsid w:val="009E6430"/>
    <w:rsid w:val="00A06A92"/>
    <w:rsid w:val="00A17952"/>
    <w:rsid w:val="00A34087"/>
    <w:rsid w:val="00A57397"/>
    <w:rsid w:val="00A71257"/>
    <w:rsid w:val="00A71718"/>
    <w:rsid w:val="00A82AF6"/>
    <w:rsid w:val="00A86C5D"/>
    <w:rsid w:val="00AC694E"/>
    <w:rsid w:val="00AD7B64"/>
    <w:rsid w:val="00AF24AC"/>
    <w:rsid w:val="00B24790"/>
    <w:rsid w:val="00B37FF9"/>
    <w:rsid w:val="00B40FE6"/>
    <w:rsid w:val="00B833C1"/>
    <w:rsid w:val="00B93CEE"/>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57EF"/>
    <w:rsid w:val="00D173FE"/>
    <w:rsid w:val="00D5128A"/>
    <w:rsid w:val="00D74033"/>
    <w:rsid w:val="00DA0873"/>
    <w:rsid w:val="00DD40A5"/>
    <w:rsid w:val="00DE58B8"/>
    <w:rsid w:val="00E63F90"/>
    <w:rsid w:val="00E6615D"/>
    <w:rsid w:val="00E71CC4"/>
    <w:rsid w:val="00ED2DA9"/>
    <w:rsid w:val="00EF681F"/>
    <w:rsid w:val="00F41CC5"/>
    <w:rsid w:val="00F445EC"/>
    <w:rsid w:val="00F51C49"/>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semiHidden/>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semiHidden/>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customStyle="1" w:styleId="Standard">
    <w:name w:val="Standard"/>
    <w:autoRedefine/>
    <w:rsid w:val="00A17952"/>
    <w:pPr>
      <w:keepNext/>
      <w:keepLines/>
      <w:widowControl w:val="0"/>
      <w:suppressAutoHyphens/>
      <w:autoSpaceDN w:val="0"/>
      <w:jc w:val="both"/>
      <w:textAlignment w:val="center"/>
    </w:pPr>
    <w:rPr>
      <w:rFonts w:asciiTheme="minorHAnsi" w:eastAsiaTheme="minorHAnsi" w:hAnsiTheme="minorHAnsi" w:cstheme="minorHAnsi"/>
      <w:i/>
      <w:iCs/>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4.xml><?xml version="1.0" encoding="utf-8"?>
<ds:datastoreItem xmlns:ds="http://schemas.openxmlformats.org/officeDocument/2006/customXml" ds:itemID="{43466DE1-6947-4E61-873E-5DAC72904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38</TotalTime>
  <Pages>9</Pages>
  <Words>1690</Words>
  <Characters>9299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11</cp:revision>
  <cp:lastPrinted>2020-04-28T13:30:00Z</cp:lastPrinted>
  <dcterms:created xsi:type="dcterms:W3CDTF">2020-05-28T11:17:00Z</dcterms:created>
  <dcterms:modified xsi:type="dcterms:W3CDTF">2025-09-12T14:08:00Z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